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440" w:rsidRDefault="00E07440" w:rsidP="00E0744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34644" w:rsidRDefault="007E40A7">
      <w:pPr>
        <w:pStyle w:val="Nadpis1"/>
      </w:pPr>
      <w:r>
        <w:t>139/6</w:t>
      </w:r>
      <w:r w:rsidR="003C78C2">
        <w:t xml:space="preserve"> </w:t>
      </w:r>
      <w:r w:rsidR="00C34644">
        <w:t>odbor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C34644">
        <w:t>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E4B1E" w:rsidRDefault="00AE4B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F7E67" w:rsidRDefault="00C34644" w:rsidP="00AE4B1E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1) Pořízení</w:t>
      </w:r>
      <w:r w:rsidR="002B3376">
        <w:rPr>
          <w:u w:val="single"/>
        </w:rPr>
        <w:t xml:space="preserve"> 2 ks </w:t>
      </w:r>
      <w:r>
        <w:rPr>
          <w:u w:val="single"/>
        </w:rPr>
        <w:t xml:space="preserve">barevného multifunkčního stroje Konica Minolta </w:t>
      </w:r>
      <w:proofErr w:type="spellStart"/>
      <w:r w:rsidR="00F55233">
        <w:rPr>
          <w:u w:val="single"/>
        </w:rPr>
        <w:t>Bh</w:t>
      </w:r>
      <w:proofErr w:type="spellEnd"/>
      <w:r>
        <w:rPr>
          <w:u w:val="single"/>
        </w:rPr>
        <w:t xml:space="preserve"> C250i pro pokladnu a podatelnu</w:t>
      </w:r>
      <w:r w:rsidR="002B3376">
        <w:rPr>
          <w:u w:val="single"/>
        </w:rPr>
        <w:t xml:space="preserve"> a na odbor majetkový</w:t>
      </w:r>
    </w:p>
    <w:p w:rsidR="00C34644" w:rsidRDefault="00C34644" w:rsidP="00AE4B1E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2) Objednávky odboru informatiky a provozu</w:t>
      </w:r>
    </w:p>
    <w:p w:rsidR="00BF7E67" w:rsidRDefault="00BF7E67" w:rsidP="00AE4B1E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34644">
        <w:t>11</w:t>
      </w:r>
      <w:r>
        <w:t>.</w:t>
      </w:r>
      <w:r w:rsidR="00C34644">
        <w:t xml:space="preserve"> prosince</w:t>
      </w:r>
      <w:r>
        <w:t xml:space="preserve"> 201</w:t>
      </w:r>
      <w:r w:rsidR="00C34644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C34644">
        <w:t>Rudolf Ulč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vedoucí </w:t>
      </w:r>
      <w:r w:rsidR="00C34644">
        <w:t>odboru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BF7E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Default="003C78C2" w:rsidP="00C34644">
      <w:pPr>
        <w:pStyle w:val="Nadpis2"/>
      </w:pPr>
      <w:r>
        <w:rPr>
          <w:szCs w:val="32"/>
        </w:rPr>
        <w:lastRenderedPageBreak/>
        <w:t>1)</w:t>
      </w:r>
      <w:r w:rsidR="00AE4B1E">
        <w:rPr>
          <w:szCs w:val="32"/>
        </w:rPr>
        <w:t xml:space="preserve"> </w:t>
      </w:r>
      <w:r w:rsidR="00C34644">
        <w:rPr>
          <w:szCs w:val="32"/>
        </w:rPr>
        <w:t xml:space="preserve">Pořízení </w:t>
      </w:r>
      <w:r w:rsidR="002B3376">
        <w:rPr>
          <w:szCs w:val="32"/>
        </w:rPr>
        <w:t xml:space="preserve">2 ks </w:t>
      </w:r>
      <w:r w:rsidR="00C34644">
        <w:rPr>
          <w:szCs w:val="32"/>
        </w:rPr>
        <w:t xml:space="preserve">barevného multifunkčního stroje Konica Minolta </w:t>
      </w:r>
      <w:proofErr w:type="spellStart"/>
      <w:r w:rsidR="00F55233">
        <w:rPr>
          <w:szCs w:val="32"/>
        </w:rPr>
        <w:t>Bh</w:t>
      </w:r>
      <w:proofErr w:type="spellEnd"/>
      <w:r w:rsidR="00C34644">
        <w:rPr>
          <w:szCs w:val="32"/>
        </w:rPr>
        <w:t xml:space="preserve"> C250i pro pokladnu a podatelnu</w:t>
      </w:r>
      <w:r w:rsidR="002B3376">
        <w:rPr>
          <w:szCs w:val="32"/>
        </w:rPr>
        <w:t xml:space="preserve"> a </w:t>
      </w:r>
      <w:r w:rsidR="00F55233">
        <w:rPr>
          <w:szCs w:val="32"/>
        </w:rPr>
        <w:t>pro</w:t>
      </w:r>
      <w:r w:rsidR="002B3376">
        <w:rPr>
          <w:szCs w:val="32"/>
        </w:rPr>
        <w:t xml:space="preserve"> odbor majetkový</w:t>
      </w:r>
    </w:p>
    <w:p w:rsidR="00C34644" w:rsidRDefault="00C34644">
      <w:pPr>
        <w:jc w:val="both"/>
        <w:rPr>
          <w:b/>
          <w:bCs/>
        </w:rPr>
      </w:pPr>
    </w:p>
    <w:p w:rsidR="00BF7E67" w:rsidRPr="00C53974" w:rsidRDefault="003C78C2">
      <w:pPr>
        <w:rPr>
          <w:b/>
          <w:bCs/>
          <w:u w:val="single"/>
        </w:rPr>
      </w:pPr>
      <w:r w:rsidRPr="00C53974">
        <w:rPr>
          <w:b/>
          <w:bCs/>
          <w:u w:val="single"/>
        </w:rPr>
        <w:t xml:space="preserve">Návrh usnesení: </w:t>
      </w:r>
    </w:p>
    <w:p w:rsidR="00BF7E67" w:rsidRDefault="003C78C2">
      <w:r w:rsidRPr="003C78C2">
        <w:t>RM po projednání</w:t>
      </w:r>
    </w:p>
    <w:p w:rsidR="003C78C2" w:rsidRDefault="003C78C2"/>
    <w:p w:rsidR="00AE4B1E" w:rsidRDefault="003C78C2">
      <w:pPr>
        <w:pStyle w:val="Nadpis3"/>
      </w:pPr>
      <w:r>
        <w:t>I. S</w:t>
      </w:r>
      <w:r w:rsidR="00F55233">
        <w:t xml:space="preserve">ouhlasí </w:t>
      </w:r>
    </w:p>
    <w:p w:rsidR="00BF7E67" w:rsidRPr="00AE4B1E" w:rsidRDefault="00F55233">
      <w:pPr>
        <w:pStyle w:val="Nadpis3"/>
        <w:rPr>
          <w:b w:val="0"/>
          <w:u w:val="none"/>
        </w:rPr>
      </w:pPr>
      <w:r w:rsidRPr="00AE4B1E">
        <w:rPr>
          <w:b w:val="0"/>
          <w:u w:val="none"/>
        </w:rPr>
        <w:t xml:space="preserve">se zakoupením 2 ks kopírovacích strojů pro potřeby pokladny s podatelnou a majetkového odboru za celkovou cenu 115.434 Kč včetně DPH od firmy </w:t>
      </w:r>
      <w:proofErr w:type="spellStart"/>
      <w:r w:rsidRPr="00AE4B1E">
        <w:rPr>
          <w:b w:val="0"/>
          <w:u w:val="none"/>
        </w:rPr>
        <w:t>Saiko</w:t>
      </w:r>
      <w:proofErr w:type="spellEnd"/>
      <w:r w:rsidRPr="00AE4B1E">
        <w:rPr>
          <w:b w:val="0"/>
          <w:u w:val="none"/>
        </w:rPr>
        <w:t xml:space="preserve"> servis, Husova 29/642, 370 05 České Budějovice.</w:t>
      </w:r>
    </w:p>
    <w:p w:rsidR="00BF7E67" w:rsidRDefault="00BF7E67">
      <w:pPr>
        <w:jc w:val="both"/>
      </w:pPr>
    </w:p>
    <w:p w:rsidR="00AE4B1E" w:rsidRDefault="003C78C2">
      <w:pPr>
        <w:pStyle w:val="Nadpis3"/>
      </w:pPr>
      <w:r>
        <w:t xml:space="preserve">II. </w:t>
      </w:r>
      <w:r w:rsidR="00F55233">
        <w:t>Pověřuje</w:t>
      </w:r>
    </w:p>
    <w:p w:rsidR="00BF7E67" w:rsidRPr="00AE4B1E" w:rsidRDefault="0000132F">
      <w:pPr>
        <w:pStyle w:val="Nadpis3"/>
        <w:rPr>
          <w:b w:val="0"/>
          <w:u w:val="none"/>
        </w:rPr>
      </w:pPr>
      <w:r w:rsidRPr="00AE4B1E">
        <w:rPr>
          <w:b w:val="0"/>
          <w:u w:val="none"/>
        </w:rPr>
        <w:t>vedoucího odboru informatiky a provozu o zajištění dodání kopírovacích strojů na fakturu.</w:t>
      </w:r>
    </w:p>
    <w:p w:rsidR="00BF7E67" w:rsidRDefault="00BF7E67">
      <w:pPr>
        <w:jc w:val="both"/>
      </w:pPr>
    </w:p>
    <w:p w:rsidR="0000132F" w:rsidRDefault="0000132F" w:rsidP="0000132F">
      <w:pPr>
        <w:pStyle w:val="Nadpis2"/>
        <w:rPr>
          <w:szCs w:val="32"/>
        </w:rPr>
      </w:pPr>
      <w:r>
        <w:rPr>
          <w:szCs w:val="32"/>
        </w:rPr>
        <w:t>2) Objednávky za listopad 2019</w:t>
      </w:r>
    </w:p>
    <w:p w:rsidR="009E26DB" w:rsidRDefault="009E26DB">
      <w:pPr>
        <w:jc w:val="both"/>
      </w:pPr>
    </w:p>
    <w:p w:rsidR="00AE4B1E" w:rsidRDefault="00AE4B1E" w:rsidP="00AE4B1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E4B1E" w:rsidRDefault="00AE4B1E" w:rsidP="00AE4B1E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AE4B1E" w:rsidRDefault="00AE4B1E" w:rsidP="00AE4B1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AE4B1E" w:rsidRDefault="00AE4B1E" w:rsidP="00AE4B1E">
      <w:pPr>
        <w:pStyle w:val="Nadpis3"/>
      </w:pPr>
      <w:r>
        <w:t xml:space="preserve">I. Bere na vědomí </w:t>
      </w:r>
    </w:p>
    <w:p w:rsidR="00AE4B1E" w:rsidRDefault="00AE4B1E" w:rsidP="00AE4B1E">
      <w:pPr>
        <w:jc w:val="both"/>
      </w:pPr>
      <w:r>
        <w:t xml:space="preserve">Seznam objednávek odboru informatiky a provozu za </w:t>
      </w:r>
      <w:r w:rsidR="00C20DE9">
        <w:t>listopad</w:t>
      </w:r>
      <w:r>
        <w:t xml:space="preserve"> 2019</w:t>
      </w:r>
    </w:p>
    <w:p w:rsidR="00AE4B1E" w:rsidRDefault="00AE4B1E" w:rsidP="00AE4B1E">
      <w:pPr>
        <w:pStyle w:val="BodyText31"/>
        <w:widowControl/>
        <w:rPr>
          <w:szCs w:val="24"/>
        </w:rPr>
      </w:pPr>
    </w:p>
    <w:p w:rsidR="00AE4B1E" w:rsidRDefault="00AE4B1E">
      <w:pPr>
        <w:jc w:val="both"/>
      </w:pPr>
      <w:bookmarkStart w:id="0" w:name="_GoBack"/>
      <w:bookmarkEnd w:id="0"/>
    </w:p>
    <w:sectPr w:rsidR="00AE4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A7"/>
    <w:rsid w:val="0000132F"/>
    <w:rsid w:val="00077160"/>
    <w:rsid w:val="001C4D83"/>
    <w:rsid w:val="002B3376"/>
    <w:rsid w:val="003C78C2"/>
    <w:rsid w:val="0043760E"/>
    <w:rsid w:val="007A60B7"/>
    <w:rsid w:val="007E40A7"/>
    <w:rsid w:val="009E26DB"/>
    <w:rsid w:val="00A432F0"/>
    <w:rsid w:val="00AE4B1E"/>
    <w:rsid w:val="00BF7E67"/>
    <w:rsid w:val="00C20DE9"/>
    <w:rsid w:val="00C34644"/>
    <w:rsid w:val="00C53974"/>
    <w:rsid w:val="00E07440"/>
    <w:rsid w:val="00E30EAE"/>
    <w:rsid w:val="00F5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F17C-B5C7-4F98-B1DF-9D39F1C5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3Char">
    <w:name w:val="Nadpis 3 Char"/>
    <w:basedOn w:val="Standardnpsmoodstavce"/>
    <w:link w:val="Nadpis3"/>
    <w:rsid w:val="00AE4B1E"/>
    <w:rPr>
      <w:b/>
      <w:bCs/>
      <w:sz w:val="24"/>
      <w:szCs w:val="26"/>
      <w:u w:val="single"/>
    </w:rPr>
  </w:style>
  <w:style w:type="paragraph" w:customStyle="1" w:styleId="BodyText31">
    <w:name w:val="Body Text 31"/>
    <w:basedOn w:val="Normln"/>
    <w:rsid w:val="00AE4B1E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9</TotalTime>
  <Pages>2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6</cp:revision>
  <cp:lastPrinted>1899-12-31T23:00:00Z</cp:lastPrinted>
  <dcterms:created xsi:type="dcterms:W3CDTF">2019-12-04T10:04:00Z</dcterms:created>
  <dcterms:modified xsi:type="dcterms:W3CDTF">2019-12-04T15:48:00Z</dcterms:modified>
</cp:coreProperties>
</file>